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29CC5" w14:textId="77777777" w:rsidR="00515CC0" w:rsidRPr="00F5746E" w:rsidRDefault="005A22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SAE Signs and Symbols </w:t>
      </w:r>
      <w:r w:rsidR="00353310" w:rsidRPr="00F5746E">
        <w:rPr>
          <w:b/>
          <w:sz w:val="28"/>
          <w:szCs w:val="28"/>
        </w:rPr>
        <w:t>Studio Application</w:t>
      </w:r>
    </w:p>
    <w:p w14:paraId="63F509C1" w14:textId="77777777" w:rsidR="00353310" w:rsidRDefault="00353310"/>
    <w:p w14:paraId="4A84294C" w14:textId="77777777" w:rsidR="00842CFC" w:rsidRDefault="00353310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F8975" wp14:editId="71D93906">
                <wp:simplePos x="0" y="0"/>
                <wp:positionH relativeFrom="column">
                  <wp:posOffset>-742315</wp:posOffset>
                </wp:positionH>
                <wp:positionV relativeFrom="paragraph">
                  <wp:posOffset>364490</wp:posOffset>
                </wp:positionV>
                <wp:extent cx="6915150" cy="53167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5316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8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  <w:gridCol w:w="1843"/>
                              <w:gridCol w:w="1321"/>
                              <w:gridCol w:w="1321"/>
                              <w:gridCol w:w="1322"/>
                              <w:gridCol w:w="1321"/>
                              <w:gridCol w:w="1321"/>
                              <w:gridCol w:w="1322"/>
                            </w:tblGrid>
                            <w:tr w:rsidR="005A2228" w14:paraId="240AA4B1" w14:textId="77777777" w:rsidTr="007B7DE0">
                              <w:trPr>
                                <w:cantSplit/>
                                <w:trHeight w:val="1408"/>
                              </w:trPr>
                              <w:tc>
                                <w:tcPr>
                                  <w:tcW w:w="817" w:type="dxa"/>
                                  <w:textDirection w:val="btLr"/>
                                  <w:vAlign w:val="center"/>
                                </w:tcPr>
                                <w:p w14:paraId="356D8E1F" w14:textId="77777777" w:rsidR="005A2228" w:rsidRDefault="005A2228" w:rsidP="00842CFC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14:paraId="46F20750" w14:textId="77777777" w:rsidR="005A2228" w:rsidRPr="007B7DE0" w:rsidRDefault="005A2228" w:rsidP="007B7DE0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7B7DE0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4E0F6FEA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goes well beyond expectations in conveying understanding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1453468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an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complete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vAlign w:val="center"/>
                                </w:tcPr>
                                <w:p w14:paraId="16F84FCD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Studio work shows a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nearly complete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F1A3307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shows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an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emerging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vAlign w:val="center"/>
                                </w:tcPr>
                                <w:p w14:paraId="3B247F4A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Studio work shows very little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2341B5E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Studio work 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not present or completely misses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the mark</w:t>
                                  </w:r>
                                </w:p>
                              </w:tc>
                            </w:tr>
                            <w:tr w:rsidR="005A2228" w14:paraId="49D1D2BC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FDE9D9" w:themeFill="accent6" w:themeFillTint="33"/>
                                  <w:textDirection w:val="btLr"/>
                                  <w:vAlign w:val="center"/>
                                </w:tcPr>
                                <w:p w14:paraId="475CCEFA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Develop Craft 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FBD4B4" w:themeFill="accent6" w:themeFillTint="66"/>
                                </w:tcPr>
                                <w:p w14:paraId="4E7D31E6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Your artwork shows a developed skill with the media used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shows attention to detail and care and skill in construction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33F01FAB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DFBB82B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CD50350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2ED0F04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B660F6E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56AB5EB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5A2228" w14:paraId="0E8C7D2D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DAEEF3" w:themeFill="accent5" w:themeFillTint="33"/>
                                  <w:textDirection w:val="btLr"/>
                                  <w:vAlign w:val="center"/>
                                </w:tcPr>
                                <w:p w14:paraId="118E5263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BFB5C82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Envision</w:t>
                                  </w:r>
                                </w:p>
                                <w:p w14:paraId="1518B814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B6DDE8" w:themeFill="accent5" w:themeFillTint="66"/>
                                </w:tcPr>
                                <w:p w14:paraId="705A8A5D" w14:textId="77777777" w:rsidR="005A2228" w:rsidRPr="0074205B" w:rsidRDefault="005A2228" w:rsidP="00353310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You develop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ed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your initial ideas into a finished artwork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you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>found a unique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and personal visual solution that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avoided obvious clichés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C7B0D57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7BBB0AC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7675B02A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BF43ADD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0382F0A7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156EB44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5A2228" w14:paraId="0E6B8592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5DFEC" w:themeFill="accent4" w:themeFillTint="33"/>
                                  <w:textDirection w:val="btLr"/>
                                  <w:vAlign w:val="center"/>
                                </w:tcPr>
                                <w:p w14:paraId="3EAAE949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3DC4695D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Express</w:t>
                                  </w:r>
                                </w:p>
                                <w:p w14:paraId="330AF871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CCC0D9" w:themeFill="accent4" w:themeFillTint="66"/>
                                </w:tcPr>
                                <w:p w14:paraId="46E9D0DB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You considered and integrated all aspects of your composition so that your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artwork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communicates 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your “big ideas”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effectively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2FE382E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DBDEF4A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3A91B4A9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2CC9BE1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7E84AA1A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27E9D76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5A2228" w14:paraId="3D978D0A" w14:textId="77777777" w:rsidTr="00353310">
                              <w:trPr>
                                <w:cantSplit/>
                                <w:trHeight w:val="1134"/>
                              </w:trPr>
                              <w:tc>
                                <w:tcPr>
                                  <w:tcW w:w="817" w:type="dxa"/>
                                  <w:shd w:val="clear" w:color="auto" w:fill="EAF1DD" w:themeFill="accent3" w:themeFillTint="33"/>
                                  <w:textDirection w:val="btLr"/>
                                  <w:vAlign w:val="center"/>
                                </w:tcPr>
                                <w:p w14:paraId="4DEFF360" w14:textId="77777777" w:rsidR="005A2228" w:rsidRPr="0074205B" w:rsidRDefault="005A2228" w:rsidP="00353310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Stretch and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Explore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D6E3BC" w:themeFill="accent3" w:themeFillTint="66"/>
                                </w:tcPr>
                                <w:p w14:paraId="095892B4" w14:textId="77777777" w:rsidR="005A2228" w:rsidRPr="0074205B" w:rsidRDefault="005A2228" w:rsidP="00F31E8E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ou planned and experimented with multiple solutions in order to explore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creative possibilities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before deciding on your course of action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2600BB4A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51DCCB2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63426EBA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69EB9E7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124E8EB7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AC5B401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5A2228" w14:paraId="77964955" w14:textId="77777777" w:rsidTr="00842CFC">
                              <w:trPr>
                                <w:cantSplit/>
                                <w:trHeight w:val="1264"/>
                              </w:trPr>
                              <w:tc>
                                <w:tcPr>
                                  <w:tcW w:w="817" w:type="dxa"/>
                                  <w:shd w:val="clear" w:color="auto" w:fill="F2DBDB" w:themeFill="accent2" w:themeFillTint="33"/>
                                  <w:textDirection w:val="btLr"/>
                                  <w:vAlign w:val="center"/>
                                </w:tcPr>
                                <w:p w14:paraId="7A0A8A14" w14:textId="77777777" w:rsidR="005A2228" w:rsidRPr="0074205B" w:rsidRDefault="005A2228" w:rsidP="00842CFC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Engage and Persist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shd w:val="clear" w:color="auto" w:fill="E5B8B7" w:themeFill="accent2" w:themeFillTint="66"/>
                                </w:tcPr>
                                <w:p w14:paraId="01600C1E" w14:textId="77777777" w:rsidR="005A2228" w:rsidRPr="0074205B" w:rsidRDefault="005A2228" w:rsidP="00842CFC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You showed persistence in </w:t>
                                  </w:r>
                                  <w:r w:rsidRPr="0074205B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achieving quality</w:t>
                                  </w:r>
                                  <w:r w:rsidRPr="0074205B">
                                    <w:rPr>
                                      <w:sz w:val="16"/>
                                      <w:szCs w:val="16"/>
                                    </w:rPr>
                                    <w:t xml:space="preserve"> results and refined work based on your own observations and feedback from others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5CBD8F46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6F2E48FE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auto"/>
                                  <w:vAlign w:val="center"/>
                                </w:tcPr>
                                <w:p w14:paraId="5DB33866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879246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shd w:val="clear" w:color="auto" w:fill="auto"/>
                                  <w:vAlign w:val="center"/>
                                </w:tcPr>
                                <w:p w14:paraId="4F034C83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22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C9B2990" w14:textId="77777777" w:rsidR="005A2228" w:rsidRDefault="005A2228" w:rsidP="00842CFC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5B8841C8" w14:textId="77777777" w:rsidR="005A2228" w:rsidRDefault="005A2228" w:rsidP="0035331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58.4pt;margin-top:28.7pt;width:544.5pt;height:41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0588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  <w:gridCol w:w="1843"/>
                        <w:gridCol w:w="1321"/>
                        <w:gridCol w:w="1321"/>
                        <w:gridCol w:w="1322"/>
                        <w:gridCol w:w="1321"/>
                        <w:gridCol w:w="1321"/>
                        <w:gridCol w:w="1322"/>
                      </w:tblGrid>
                      <w:tr w:rsidR="005A2228" w14:paraId="240AA4B1" w14:textId="77777777" w:rsidTr="007B7DE0">
                        <w:trPr>
                          <w:cantSplit/>
                          <w:trHeight w:val="1408"/>
                        </w:trPr>
                        <w:tc>
                          <w:tcPr>
                            <w:tcW w:w="817" w:type="dxa"/>
                            <w:textDirection w:val="btLr"/>
                            <w:vAlign w:val="center"/>
                          </w:tcPr>
                          <w:p w14:paraId="356D8E1F" w14:textId="77777777" w:rsidR="005A2228" w:rsidRDefault="005A2228" w:rsidP="00842CFC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14:paraId="46F20750" w14:textId="77777777" w:rsidR="005A2228" w:rsidRPr="007B7DE0" w:rsidRDefault="005A2228" w:rsidP="007B7DE0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7B7DE0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4E0F6FEA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goes well beyond expectations in conveying understanding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1453468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an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complete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vAlign w:val="center"/>
                          </w:tcPr>
                          <w:p w14:paraId="16F84FCD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Studio work shows a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nearly complete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F1A3307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shows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an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emerging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21" w:type="dxa"/>
                            <w:vAlign w:val="center"/>
                          </w:tcPr>
                          <w:p w14:paraId="3B247F4A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Studio work shows very little understanding of the concepts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2341B5E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Studio work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not present or completely misses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the mark</w:t>
                            </w:r>
                          </w:p>
                        </w:tc>
                      </w:tr>
                      <w:tr w:rsidR="005A2228" w14:paraId="49D1D2BC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FDE9D9" w:themeFill="accent6" w:themeFillTint="33"/>
                            <w:textDirection w:val="btLr"/>
                            <w:vAlign w:val="center"/>
                          </w:tcPr>
                          <w:p w14:paraId="475CCEFA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Develop Craft 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FBD4B4" w:themeFill="accent6" w:themeFillTint="66"/>
                          </w:tcPr>
                          <w:p w14:paraId="4E7D31E6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Your artwork shows a developed skill with the media used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shows attention to detail and care and skill in construction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33F01FAB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DFBB82B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CD50350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2ED0F04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B660F6E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56AB5EB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5A2228" w14:paraId="0E8C7D2D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DAEEF3" w:themeFill="accent5" w:themeFillTint="33"/>
                            <w:textDirection w:val="btLr"/>
                            <w:vAlign w:val="center"/>
                          </w:tcPr>
                          <w:p w14:paraId="118E5263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1BFB5C82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Envision</w:t>
                            </w:r>
                          </w:p>
                          <w:p w14:paraId="1518B814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B6DDE8" w:themeFill="accent5" w:themeFillTint="66"/>
                          </w:tcPr>
                          <w:p w14:paraId="705A8A5D" w14:textId="77777777" w:rsidR="005A2228" w:rsidRPr="0074205B" w:rsidRDefault="005A2228" w:rsidP="003533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>You develop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ed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your initial ideas into a finished artwork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you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>found a unique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and personal visual solution that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avoided obvious clichés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C7B0D57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7BBB0AC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7675B02A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BF43ADD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0382F0A7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156EB44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5A2228" w14:paraId="0E6B8592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5DFEC" w:themeFill="accent4" w:themeFillTint="33"/>
                            <w:textDirection w:val="btLr"/>
                            <w:vAlign w:val="center"/>
                          </w:tcPr>
                          <w:p w14:paraId="3EAAE949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3DC4695D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Express</w:t>
                            </w:r>
                          </w:p>
                          <w:p w14:paraId="330AF871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shd w:val="clear" w:color="auto" w:fill="CCC0D9" w:themeFill="accent4" w:themeFillTint="66"/>
                          </w:tcPr>
                          <w:p w14:paraId="46E9D0DB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You considered and integrated all aspects of your composition so that your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artwork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communicates 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your “big ideas”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effectively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2FE382E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DBDEF4A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3A91B4A9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2CC9BE1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7E84AA1A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27E9D76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5A2228" w14:paraId="3D978D0A" w14:textId="77777777" w:rsidTr="00353310">
                        <w:trPr>
                          <w:cantSplit/>
                          <w:trHeight w:val="1134"/>
                        </w:trPr>
                        <w:tc>
                          <w:tcPr>
                            <w:tcW w:w="817" w:type="dxa"/>
                            <w:shd w:val="clear" w:color="auto" w:fill="EAF1DD" w:themeFill="accent3" w:themeFillTint="33"/>
                            <w:textDirection w:val="btLr"/>
                            <w:vAlign w:val="center"/>
                          </w:tcPr>
                          <w:p w14:paraId="4DEFF360" w14:textId="77777777" w:rsidR="005A2228" w:rsidRPr="0074205B" w:rsidRDefault="005A2228" w:rsidP="00353310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Stretch and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Explore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D6E3BC" w:themeFill="accent3" w:themeFillTint="66"/>
                          </w:tcPr>
                          <w:p w14:paraId="095892B4" w14:textId="77777777" w:rsidR="005A2228" w:rsidRPr="0074205B" w:rsidRDefault="005A2228" w:rsidP="00F31E8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ou planned and experimented with multiple solutions in order to explore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creative possibilities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before deciding on your course of action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2600BB4A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51DCCB2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63426EBA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69EB9E7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124E8EB7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AC5B401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5A2228" w14:paraId="77964955" w14:textId="77777777" w:rsidTr="00842CFC">
                        <w:trPr>
                          <w:cantSplit/>
                          <w:trHeight w:val="1264"/>
                        </w:trPr>
                        <w:tc>
                          <w:tcPr>
                            <w:tcW w:w="817" w:type="dxa"/>
                            <w:shd w:val="clear" w:color="auto" w:fill="F2DBDB" w:themeFill="accent2" w:themeFillTint="33"/>
                            <w:textDirection w:val="btLr"/>
                            <w:vAlign w:val="center"/>
                          </w:tcPr>
                          <w:p w14:paraId="7A0A8A14" w14:textId="77777777" w:rsidR="005A2228" w:rsidRPr="0074205B" w:rsidRDefault="005A2228" w:rsidP="00842CFC">
                            <w:pPr>
                              <w:ind w:left="113" w:right="113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Engage and Persist</w:t>
                            </w:r>
                          </w:p>
                        </w:tc>
                        <w:tc>
                          <w:tcPr>
                            <w:tcW w:w="1843" w:type="dxa"/>
                            <w:shd w:val="clear" w:color="auto" w:fill="E5B8B7" w:themeFill="accent2" w:themeFillTint="66"/>
                          </w:tcPr>
                          <w:p w14:paraId="01600C1E" w14:textId="77777777" w:rsidR="005A2228" w:rsidRPr="0074205B" w:rsidRDefault="005A2228" w:rsidP="00842CF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You showed persistence in </w:t>
                            </w:r>
                            <w:r w:rsidRPr="0074205B">
                              <w:rPr>
                                <w:b/>
                                <w:sz w:val="16"/>
                                <w:szCs w:val="16"/>
                              </w:rPr>
                              <w:t>achieving quality</w:t>
                            </w:r>
                            <w:r w:rsidRPr="0074205B">
                              <w:rPr>
                                <w:sz w:val="16"/>
                                <w:szCs w:val="16"/>
                              </w:rPr>
                              <w:t xml:space="preserve"> results and refined work based on your own observations and feedback from others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5CBD8F46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6F2E48FE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auto"/>
                            <w:vAlign w:val="center"/>
                          </w:tcPr>
                          <w:p w14:paraId="5DB33866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879246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21" w:type="dxa"/>
                            <w:shd w:val="clear" w:color="auto" w:fill="auto"/>
                            <w:vAlign w:val="center"/>
                          </w:tcPr>
                          <w:p w14:paraId="4F034C83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22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C9B2990" w14:textId="77777777" w:rsidR="005A2228" w:rsidRDefault="005A2228" w:rsidP="00842CFC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5B8841C8" w14:textId="77777777" w:rsidR="005A2228" w:rsidRDefault="005A2228" w:rsidP="00353310"/>
                  </w:txbxContent>
                </v:textbox>
              </v:shape>
            </w:pict>
          </mc:Fallback>
        </mc:AlternateContent>
      </w:r>
      <w:r>
        <w:t>Below is the assessment rubric for this part of the project.</w:t>
      </w:r>
    </w:p>
    <w:p w14:paraId="4B312FEF" w14:textId="77777777" w:rsidR="00842CFC" w:rsidRPr="00842CFC" w:rsidRDefault="00842CFC" w:rsidP="00842CFC"/>
    <w:p w14:paraId="3908D02C" w14:textId="77777777" w:rsidR="00842CFC" w:rsidRPr="00842CFC" w:rsidRDefault="00842CFC" w:rsidP="00842CFC"/>
    <w:p w14:paraId="2226F47D" w14:textId="77777777" w:rsidR="00842CFC" w:rsidRPr="00842CFC" w:rsidRDefault="00842CFC" w:rsidP="00842CFC"/>
    <w:p w14:paraId="4B7E2458" w14:textId="77777777" w:rsidR="00842CFC" w:rsidRPr="00842CFC" w:rsidRDefault="00842CFC" w:rsidP="00842CFC"/>
    <w:p w14:paraId="41452201" w14:textId="77777777" w:rsidR="00842CFC" w:rsidRPr="00842CFC" w:rsidRDefault="00842CFC" w:rsidP="00842CFC"/>
    <w:p w14:paraId="143658A2" w14:textId="77777777" w:rsidR="00842CFC" w:rsidRPr="00842CFC" w:rsidRDefault="00842CFC" w:rsidP="00842CFC"/>
    <w:p w14:paraId="03F2F148" w14:textId="77777777" w:rsidR="00842CFC" w:rsidRPr="00842CFC" w:rsidRDefault="00842CFC" w:rsidP="00842CFC"/>
    <w:p w14:paraId="1A1F1400" w14:textId="77777777" w:rsidR="00842CFC" w:rsidRPr="00842CFC" w:rsidRDefault="00842CFC" w:rsidP="00842CFC"/>
    <w:p w14:paraId="354F0A5C" w14:textId="77777777" w:rsidR="00842CFC" w:rsidRPr="00842CFC" w:rsidRDefault="00842CFC" w:rsidP="00842CFC"/>
    <w:p w14:paraId="344D3467" w14:textId="77777777" w:rsidR="00842CFC" w:rsidRPr="00842CFC" w:rsidRDefault="00842CFC" w:rsidP="00842CFC"/>
    <w:p w14:paraId="10E02A1D" w14:textId="77777777" w:rsidR="00842CFC" w:rsidRPr="00842CFC" w:rsidRDefault="00842CFC" w:rsidP="00842CFC"/>
    <w:p w14:paraId="02BC5416" w14:textId="77777777" w:rsidR="00842CFC" w:rsidRPr="00842CFC" w:rsidRDefault="00842CFC" w:rsidP="00842CFC"/>
    <w:p w14:paraId="0DF2704A" w14:textId="77777777" w:rsidR="00842CFC" w:rsidRPr="00842CFC" w:rsidRDefault="00842CFC" w:rsidP="00842CFC"/>
    <w:p w14:paraId="28CA8561" w14:textId="77777777" w:rsidR="00842CFC" w:rsidRPr="00842CFC" w:rsidRDefault="00842CFC" w:rsidP="00842CFC"/>
    <w:p w14:paraId="7C6B9115" w14:textId="77777777" w:rsidR="00842CFC" w:rsidRPr="00842CFC" w:rsidRDefault="00842CFC" w:rsidP="00842CFC"/>
    <w:p w14:paraId="45A9D155" w14:textId="77777777" w:rsidR="00842CFC" w:rsidRPr="00842CFC" w:rsidRDefault="00842CFC" w:rsidP="00842CFC"/>
    <w:p w14:paraId="1ED089B7" w14:textId="77777777" w:rsidR="00842CFC" w:rsidRPr="00842CFC" w:rsidRDefault="00842CFC" w:rsidP="00842CFC"/>
    <w:p w14:paraId="413FF12B" w14:textId="77777777" w:rsidR="00842CFC" w:rsidRPr="00842CFC" w:rsidRDefault="00842CFC" w:rsidP="00842CFC"/>
    <w:p w14:paraId="4D13E798" w14:textId="77777777" w:rsidR="00842CFC" w:rsidRPr="00842CFC" w:rsidRDefault="00842CFC" w:rsidP="00842CFC"/>
    <w:p w14:paraId="0FA89E6B" w14:textId="77777777" w:rsidR="00842CFC" w:rsidRPr="00842CFC" w:rsidRDefault="00842CFC" w:rsidP="00842CFC"/>
    <w:p w14:paraId="52D22D6F" w14:textId="77777777" w:rsidR="00842CFC" w:rsidRPr="00842CFC" w:rsidRDefault="00842CFC" w:rsidP="00842CFC"/>
    <w:p w14:paraId="6425EEDD" w14:textId="77777777" w:rsidR="00842CFC" w:rsidRPr="00842CFC" w:rsidRDefault="00842CFC" w:rsidP="00842CFC"/>
    <w:p w14:paraId="1E497193" w14:textId="77777777" w:rsidR="00842CFC" w:rsidRPr="00842CFC" w:rsidRDefault="00842CFC" w:rsidP="00842CFC"/>
    <w:p w14:paraId="0296CD5A" w14:textId="77777777" w:rsidR="00842CFC" w:rsidRPr="00842CFC" w:rsidRDefault="00842CFC" w:rsidP="00842CFC"/>
    <w:p w14:paraId="6E50AAF8" w14:textId="77777777" w:rsidR="00842CFC" w:rsidRPr="00842CFC" w:rsidRDefault="00842CFC" w:rsidP="00842CFC"/>
    <w:p w14:paraId="27BBCB8E" w14:textId="77777777" w:rsidR="00842CFC" w:rsidRPr="00842CFC" w:rsidRDefault="00842CFC" w:rsidP="00842CFC"/>
    <w:p w14:paraId="6A7CE0DF" w14:textId="77777777" w:rsidR="00842CFC" w:rsidRPr="00842CFC" w:rsidRDefault="00842CFC" w:rsidP="00842CFC"/>
    <w:p w14:paraId="53CBC67E" w14:textId="77777777" w:rsidR="00842CFC" w:rsidRPr="00842CFC" w:rsidRDefault="00842CFC" w:rsidP="00842CFC"/>
    <w:p w14:paraId="4B8AB6CD" w14:textId="77777777" w:rsidR="00842CFC" w:rsidRPr="00842CFC" w:rsidRDefault="00842CFC" w:rsidP="00842CFC"/>
    <w:p w14:paraId="2393A6F3" w14:textId="77777777" w:rsidR="00842CFC" w:rsidRPr="00842CFC" w:rsidRDefault="00842CFC" w:rsidP="00842CFC"/>
    <w:p w14:paraId="72786EE6" w14:textId="77777777" w:rsidR="00842CFC" w:rsidRPr="00842CFC" w:rsidRDefault="00842CFC" w:rsidP="00842CFC"/>
    <w:p w14:paraId="1143575B" w14:textId="77777777" w:rsidR="00842CFC" w:rsidRPr="00842CFC" w:rsidRDefault="00842CFC" w:rsidP="00842CFC"/>
    <w:p w14:paraId="5F7B03D1" w14:textId="77777777" w:rsidR="00842CFC" w:rsidRPr="00842CFC" w:rsidRDefault="00842CFC" w:rsidP="00842CFC"/>
    <w:p w14:paraId="0D4E46E4" w14:textId="77777777" w:rsidR="00842CFC" w:rsidRPr="00842CFC" w:rsidRDefault="00842CFC" w:rsidP="00842CFC"/>
    <w:p w14:paraId="0F0243C4" w14:textId="77777777" w:rsidR="00842CFC" w:rsidRPr="00842CFC" w:rsidRDefault="00842CFC" w:rsidP="00842CFC"/>
    <w:p w14:paraId="64EE6CC0" w14:textId="77777777" w:rsidR="00842CFC" w:rsidRPr="00842CFC" w:rsidRDefault="00842CFC" w:rsidP="00842CFC"/>
    <w:p w14:paraId="29CEE495" w14:textId="77777777" w:rsidR="00842CFC" w:rsidRPr="00842CFC" w:rsidRDefault="00842CFC" w:rsidP="00842CFC"/>
    <w:p w14:paraId="0123F203" w14:textId="77777777" w:rsidR="00842CFC" w:rsidRDefault="00842CFC" w:rsidP="00842CFC"/>
    <w:p w14:paraId="5B081450" w14:textId="77777777" w:rsidR="00353310" w:rsidRDefault="00353310" w:rsidP="00842CFC">
      <w:pPr>
        <w:ind w:firstLine="720"/>
      </w:pPr>
    </w:p>
    <w:p w14:paraId="600015E2" w14:textId="77777777" w:rsidR="00F5746E" w:rsidRDefault="00F5746E" w:rsidP="00F5746E">
      <w:r w:rsidRPr="00744D6A">
        <w:rPr>
          <w:b/>
        </w:rPr>
        <w:t>Objectives</w:t>
      </w:r>
      <w:r>
        <w:t>: to make an artwork which includes a personal symbolic iconography</w:t>
      </w:r>
    </w:p>
    <w:p w14:paraId="7E5455B7" w14:textId="77777777" w:rsidR="00F5746E" w:rsidRDefault="00F5746E" w:rsidP="00F5746E">
      <w:pPr>
        <w:rPr>
          <w:b/>
        </w:rPr>
      </w:pPr>
    </w:p>
    <w:p w14:paraId="04694CCA" w14:textId="77777777" w:rsidR="00F5746E" w:rsidRDefault="00F5746E" w:rsidP="00F5746E">
      <w:r w:rsidRPr="00744D6A">
        <w:rPr>
          <w:b/>
        </w:rPr>
        <w:t>Media:</w:t>
      </w:r>
      <w:r w:rsidRPr="00744D6A">
        <w:t xml:space="preserve"> </w:t>
      </w:r>
      <w:r>
        <w:t xml:space="preserve"> any two dimensional media that you wish (drawing, painting, watercolor, ink, </w:t>
      </w:r>
      <w:proofErr w:type="spellStart"/>
      <w:r>
        <w:t>etc</w:t>
      </w:r>
      <w:proofErr w:type="spellEnd"/>
      <w:r>
        <w:t>)</w:t>
      </w:r>
    </w:p>
    <w:p w14:paraId="56B385DF" w14:textId="77777777" w:rsidR="00F5746E" w:rsidRDefault="00F5746E" w:rsidP="00F5746E"/>
    <w:p w14:paraId="4023A776" w14:textId="77777777" w:rsidR="00F5746E" w:rsidRDefault="00F5746E" w:rsidP="00F5746E"/>
    <w:p w14:paraId="32DC1F7A" w14:textId="77777777" w:rsidR="00F5746E" w:rsidRDefault="00F5746E" w:rsidP="00F5746E"/>
    <w:p w14:paraId="41B05B58" w14:textId="77777777" w:rsidR="00F5746E" w:rsidRDefault="00F5746E" w:rsidP="00F5746E"/>
    <w:p w14:paraId="25AD1883" w14:textId="77777777" w:rsidR="00F5746E" w:rsidRDefault="00F5746E" w:rsidP="00F5746E">
      <w:r>
        <w:lastRenderedPageBreak/>
        <w:t>You may choose from either of the two projects below:</w:t>
      </w:r>
    </w:p>
    <w:p w14:paraId="7C920F63" w14:textId="77777777" w:rsidR="00F5746E" w:rsidRDefault="00F5746E" w:rsidP="00F5746E"/>
    <w:p w14:paraId="0A6532D8" w14:textId="77777777" w:rsidR="00F5746E" w:rsidRDefault="00F5746E" w:rsidP="00F5746E">
      <w:pPr>
        <w:pStyle w:val="ListParagraph"/>
        <w:numPr>
          <w:ilvl w:val="0"/>
          <w:numId w:val="2"/>
        </w:numPr>
      </w:pPr>
      <w:r>
        <w:t>Create a composition that contains a series of hidden symbols that carry a hidden personal message.</w:t>
      </w:r>
    </w:p>
    <w:p w14:paraId="675C2EE8" w14:textId="77777777" w:rsidR="00F5746E" w:rsidRDefault="00F5746E" w:rsidP="00F5746E">
      <w:pPr>
        <w:pStyle w:val="ListParagraph"/>
      </w:pPr>
    </w:p>
    <w:p w14:paraId="56805B16" w14:textId="77777777" w:rsidR="00F5746E" w:rsidRDefault="00F5746E" w:rsidP="00F5746E">
      <w:pPr>
        <w:pStyle w:val="ListParagraph"/>
        <w:numPr>
          <w:ilvl w:val="0"/>
          <w:numId w:val="2"/>
        </w:numPr>
      </w:pPr>
      <w:r>
        <w:t>Create a composition that includes personal symbols that describe your life somehow.</w:t>
      </w:r>
    </w:p>
    <w:p w14:paraId="15334EE9" w14:textId="77777777" w:rsidR="00F5746E" w:rsidRDefault="00F5746E" w:rsidP="00F5746E">
      <w:pPr>
        <w:pStyle w:val="ListParagraph"/>
      </w:pPr>
    </w:p>
    <w:p w14:paraId="6C66F40B" w14:textId="77777777" w:rsidR="00F5746E" w:rsidRPr="00F5746E" w:rsidRDefault="00F5746E" w:rsidP="00F5746E">
      <w:pPr>
        <w:rPr>
          <w:b/>
          <w:sz w:val="28"/>
          <w:szCs w:val="28"/>
        </w:rPr>
      </w:pPr>
      <w:r w:rsidRPr="00F5746E">
        <w:rPr>
          <w:b/>
          <w:sz w:val="28"/>
          <w:szCs w:val="28"/>
        </w:rPr>
        <w:t>Studio Prep:</w:t>
      </w:r>
    </w:p>
    <w:p w14:paraId="44AD3B10" w14:textId="77777777" w:rsidR="00F5746E" w:rsidRDefault="00F5746E" w:rsidP="00F5746E">
      <w:r w:rsidRPr="00654C85">
        <w:rPr>
          <w:b/>
        </w:rPr>
        <w:t>Step 1</w:t>
      </w:r>
      <w:r>
        <w:t xml:space="preserve"> – brainstorm at least 15 ideas for a personal symbolic language.  You may make notes, thumbnails, etc.  Whatever gets your brain </w:t>
      </w:r>
      <w:proofErr w:type="gramStart"/>
      <w:r>
        <w:t>going.</w:t>
      </w:r>
      <w:proofErr w:type="gramEnd"/>
    </w:p>
    <w:p w14:paraId="04807DEA" w14:textId="77777777" w:rsidR="00312F8F" w:rsidRDefault="00312F8F" w:rsidP="00F5746E"/>
    <w:p w14:paraId="506B2C49" w14:textId="050C62B2" w:rsidR="00312F8F" w:rsidRDefault="00312F8F" w:rsidP="00F5746E">
      <w:r>
        <w:t>Try these symbol websites to help you...</w:t>
      </w:r>
    </w:p>
    <w:p w14:paraId="3E20A2A5" w14:textId="77777777" w:rsidR="00312F8F" w:rsidRDefault="00312F8F" w:rsidP="00F5746E"/>
    <w:p w14:paraId="47A8E45E" w14:textId="063A2005" w:rsidR="00312F8F" w:rsidRDefault="00312F8F" w:rsidP="00F5746E">
      <w:hyperlink r:id="rId7" w:history="1">
        <w:r w:rsidRPr="00312F8F">
          <w:rPr>
            <w:rStyle w:val="Hyperlink"/>
          </w:rPr>
          <w:t>Symbol Encyclopedia</w:t>
        </w:r>
      </w:hyperlink>
    </w:p>
    <w:p w14:paraId="7EEB262C" w14:textId="77777777" w:rsidR="00312F8F" w:rsidRDefault="00312F8F" w:rsidP="00F5746E"/>
    <w:p w14:paraId="3A8EC1CA" w14:textId="42C2B3CF" w:rsidR="00312F8F" w:rsidRDefault="00312F8F" w:rsidP="00F5746E">
      <w:hyperlink r:id="rId8" w:history="1">
        <w:r w:rsidRPr="00312F8F">
          <w:rPr>
            <w:rStyle w:val="Hyperlink"/>
          </w:rPr>
          <w:t>Symbol Generator</w:t>
        </w:r>
      </w:hyperlink>
    </w:p>
    <w:p w14:paraId="5B5F36E2" w14:textId="77777777" w:rsidR="00312F8F" w:rsidRDefault="00312F8F" w:rsidP="00F5746E"/>
    <w:p w14:paraId="6EC95DCE" w14:textId="77777777" w:rsidR="00312F8F" w:rsidRDefault="00312F8F" w:rsidP="00F5746E"/>
    <w:p w14:paraId="44BFB266" w14:textId="77777777" w:rsidR="00F5746E" w:rsidRDefault="00F5746E" w:rsidP="00F5746E">
      <w:r w:rsidRPr="00654C85">
        <w:rPr>
          <w:b/>
        </w:rPr>
        <w:t>Step 2</w:t>
      </w:r>
      <w:r>
        <w:t xml:space="preserve"> – make 15 – 20 thumbnails of how these symbols will look</w:t>
      </w:r>
    </w:p>
    <w:p w14:paraId="4278DA46" w14:textId="77777777" w:rsidR="00312F8F" w:rsidRDefault="00312F8F" w:rsidP="00F5746E">
      <w:pPr>
        <w:rPr>
          <w:b/>
        </w:rPr>
      </w:pPr>
    </w:p>
    <w:p w14:paraId="092BC7E1" w14:textId="77777777" w:rsidR="00F5746E" w:rsidRDefault="00F5746E" w:rsidP="00F5746E">
      <w:bookmarkStart w:id="0" w:name="_GoBack"/>
      <w:bookmarkEnd w:id="0"/>
      <w:r w:rsidRPr="00654C85">
        <w:rPr>
          <w:b/>
        </w:rPr>
        <w:t>Step 3</w:t>
      </w:r>
      <w:r>
        <w:t xml:space="preserve"> – make a least 3 compositional studies for how you will incorporate these symbols into your artwork.  Use colored pencils to add color if appropriate.</w:t>
      </w:r>
    </w:p>
    <w:p w14:paraId="6F9FA787" w14:textId="77777777" w:rsidR="00F5746E" w:rsidRDefault="00F5746E" w:rsidP="00F5746E"/>
    <w:p w14:paraId="5AEAC700" w14:textId="77777777" w:rsidR="00F5746E" w:rsidRPr="00F5746E" w:rsidRDefault="00F5746E" w:rsidP="00F5746E">
      <w:pPr>
        <w:rPr>
          <w:b/>
          <w:sz w:val="28"/>
          <w:szCs w:val="28"/>
        </w:rPr>
      </w:pPr>
      <w:r w:rsidRPr="00F5746E">
        <w:rPr>
          <w:b/>
          <w:sz w:val="28"/>
          <w:szCs w:val="28"/>
        </w:rPr>
        <w:t>Studio Application</w:t>
      </w:r>
    </w:p>
    <w:p w14:paraId="7BE126A2" w14:textId="77777777" w:rsidR="00F5746E" w:rsidRDefault="00F5746E" w:rsidP="00F5746E">
      <w:r>
        <w:t xml:space="preserve">Begin and complete your final composition.  </w:t>
      </w:r>
    </w:p>
    <w:p w14:paraId="07941AAD" w14:textId="77777777" w:rsidR="00F5746E" w:rsidRDefault="00F5746E" w:rsidP="00F5746E"/>
    <w:p w14:paraId="57D02235" w14:textId="77777777" w:rsidR="00F5746E" w:rsidRDefault="00F5746E" w:rsidP="00F5746E"/>
    <w:p w14:paraId="66BD3068" w14:textId="77777777" w:rsidR="00842CFC" w:rsidRDefault="00842CFC" w:rsidP="00842CFC">
      <w:pPr>
        <w:ind w:firstLine="720"/>
      </w:pPr>
    </w:p>
    <w:p w14:paraId="02F6E7DE" w14:textId="77777777" w:rsidR="00842CFC" w:rsidRDefault="00842CFC" w:rsidP="00842CFC">
      <w:pPr>
        <w:ind w:firstLine="720"/>
      </w:pPr>
    </w:p>
    <w:p w14:paraId="5529DA35" w14:textId="77777777" w:rsidR="00842CFC" w:rsidRDefault="00842CFC" w:rsidP="00842CFC">
      <w:pPr>
        <w:ind w:firstLine="720"/>
      </w:pPr>
    </w:p>
    <w:p w14:paraId="41A503B0" w14:textId="77777777" w:rsidR="00842CFC" w:rsidRDefault="00842CFC" w:rsidP="00842CFC">
      <w:pPr>
        <w:ind w:firstLine="720"/>
      </w:pPr>
    </w:p>
    <w:p w14:paraId="728B5F03" w14:textId="77777777" w:rsidR="00842CFC" w:rsidRDefault="00842CFC" w:rsidP="00842CFC">
      <w:pPr>
        <w:ind w:firstLine="720"/>
      </w:pPr>
    </w:p>
    <w:p w14:paraId="67C8DB64" w14:textId="77777777" w:rsidR="00842CFC" w:rsidRDefault="00842CFC" w:rsidP="00842CFC">
      <w:pPr>
        <w:ind w:firstLine="720"/>
      </w:pPr>
    </w:p>
    <w:p w14:paraId="1F957B59" w14:textId="77777777" w:rsidR="00842CFC" w:rsidRDefault="00842CFC" w:rsidP="00842CFC">
      <w:pPr>
        <w:ind w:firstLine="720"/>
      </w:pPr>
    </w:p>
    <w:p w14:paraId="44A9CE03" w14:textId="77777777" w:rsidR="00842CFC" w:rsidRDefault="00842CFC" w:rsidP="00842CFC">
      <w:pPr>
        <w:ind w:firstLine="720"/>
      </w:pPr>
    </w:p>
    <w:p w14:paraId="41512A46" w14:textId="77777777" w:rsidR="00842CFC" w:rsidRPr="00842CFC" w:rsidRDefault="00842CFC" w:rsidP="00842CFC">
      <w:pPr>
        <w:ind w:firstLine="720"/>
      </w:pPr>
    </w:p>
    <w:sectPr w:rsidR="00842CFC" w:rsidRPr="00842CFC" w:rsidSect="005123B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41300"/>
    <w:multiLevelType w:val="hybridMultilevel"/>
    <w:tmpl w:val="842CF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2936B2"/>
    <w:multiLevelType w:val="hybridMultilevel"/>
    <w:tmpl w:val="7E82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6E"/>
    <w:rsid w:val="0003594C"/>
    <w:rsid w:val="00151531"/>
    <w:rsid w:val="00312F8F"/>
    <w:rsid w:val="00353310"/>
    <w:rsid w:val="005123BC"/>
    <w:rsid w:val="00515CC0"/>
    <w:rsid w:val="005A2228"/>
    <w:rsid w:val="00640CE5"/>
    <w:rsid w:val="007A59A2"/>
    <w:rsid w:val="007B7DE0"/>
    <w:rsid w:val="00842CFC"/>
    <w:rsid w:val="00882B10"/>
    <w:rsid w:val="00D94EC4"/>
    <w:rsid w:val="00E54B83"/>
    <w:rsid w:val="00F31E8E"/>
    <w:rsid w:val="00F574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11A7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  <w:style w:type="character" w:styleId="Hyperlink">
    <w:name w:val="Hyperlink"/>
    <w:basedOn w:val="DefaultParagraphFont"/>
    <w:uiPriority w:val="99"/>
    <w:unhideWhenUsed/>
    <w:rsid w:val="00312F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10"/>
    <w:pPr>
      <w:spacing w:after="0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310"/>
    <w:pPr>
      <w:spacing w:after="0"/>
    </w:pPr>
    <w:rPr>
      <w:sz w:val="22"/>
      <w:szCs w:val="22"/>
      <w:lang w:eastAsia="ko-K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FC"/>
    <w:pPr>
      <w:spacing w:after="200" w:line="276" w:lineRule="auto"/>
      <w:ind w:left="720"/>
      <w:contextualSpacing/>
    </w:pPr>
    <w:rPr>
      <w:lang w:eastAsia="ko-KR"/>
    </w:rPr>
  </w:style>
  <w:style w:type="character" w:styleId="Hyperlink">
    <w:name w:val="Hyperlink"/>
    <w:basedOn w:val="DefaultParagraphFont"/>
    <w:uiPriority w:val="99"/>
    <w:unhideWhenUsed/>
    <w:rsid w:val="00312F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symbols.com/encyclopedia/18/189.html" TargetMode="External"/><Relationship Id="rId8" Type="http://schemas.openxmlformats.org/officeDocument/2006/relationships/hyperlink" Target="http://www.springhole.net/writing_roleplaying_randomators/symbols.ht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studio%20app%20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C99C5B-96B2-F347-BDC8-8FAD7BEE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studio app 2013.dotx</Template>
  <TotalTime>4</TotalTime>
  <Pages>2</Pages>
  <Words>186</Words>
  <Characters>1062</Characters>
  <Application>Microsoft Macintosh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3</cp:revision>
  <cp:lastPrinted>2012-09-24T01:42:00Z</cp:lastPrinted>
  <dcterms:created xsi:type="dcterms:W3CDTF">2013-10-30T04:21:00Z</dcterms:created>
  <dcterms:modified xsi:type="dcterms:W3CDTF">2013-11-12T00:52:00Z</dcterms:modified>
</cp:coreProperties>
</file>